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69B" w:rsidRDefault="00A3269B" w:rsidP="00A3269B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A CSONGRÁDI ÓVODÁK IGAZGATÓSÁGA</w:t>
      </w:r>
    </w:p>
    <w:p w:rsidR="00A3269B" w:rsidRDefault="002A2D95" w:rsidP="00A3269B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224A7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Szervezeti és Működési Szabályzatának</w:t>
      </w:r>
    </w:p>
    <w:p w:rsidR="00CC57E1" w:rsidRDefault="002A2D95" w:rsidP="00A3269B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224A7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4. sz.</w:t>
      </w:r>
      <w:r w:rsidR="004202F7" w:rsidRPr="00224A7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224A7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függelék</w:t>
      </w:r>
      <w:r w:rsidR="004202F7" w:rsidRPr="00224A7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e</w:t>
      </w:r>
    </w:p>
    <w:p w:rsidR="00A3269B" w:rsidRPr="00224A79" w:rsidRDefault="00A3269B" w:rsidP="00A3269B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4202F7" w:rsidRPr="00224A79" w:rsidRDefault="004202F7" w:rsidP="000C418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24A7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FÜGGELÉK</w:t>
      </w:r>
    </w:p>
    <w:p w:rsidR="004202F7" w:rsidRPr="00224A79" w:rsidRDefault="004202F7" w:rsidP="000C418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CC57E1" w:rsidRPr="00224A79" w:rsidRDefault="002A2D95" w:rsidP="000C418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224A7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Kérelem</w:t>
      </w:r>
      <w:r w:rsidRPr="00224A79">
        <w:rPr>
          <w:rFonts w:ascii="Times New Roman" w:hAnsi="Times New Roman"/>
          <w:sz w:val="24"/>
          <w:szCs w:val="24"/>
        </w:rPr>
        <w:t xml:space="preserve"> </w:t>
      </w:r>
      <w:r w:rsidRPr="00224A7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az 1. típusú diabétesszel rendelkező gyermek ellátására</w:t>
      </w:r>
    </w:p>
    <w:p w:rsidR="00CC57E1" w:rsidRPr="00224A79" w:rsidRDefault="00CC57E1" w:rsidP="000C4189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C57E1" w:rsidRPr="00224A79" w:rsidRDefault="002A2D95" w:rsidP="000C418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224A7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Tisztelt </w:t>
      </w:r>
      <w:r w:rsidR="00C82384" w:rsidRPr="0011439D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Igazgató</w:t>
      </w:r>
      <w:r w:rsidR="00C8238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224A7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Asszony!</w:t>
      </w:r>
    </w:p>
    <w:p w:rsidR="00C842AC" w:rsidRPr="00224A79" w:rsidRDefault="00C842AC" w:rsidP="000C418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24A79">
        <w:rPr>
          <w:rFonts w:ascii="Times New Roman" w:hAnsi="Times New Roman"/>
          <w:sz w:val="24"/>
          <w:szCs w:val="24"/>
        </w:rPr>
        <w:t>Alulírott ..............................................</w:t>
      </w:r>
      <w:r w:rsidR="000C4189" w:rsidRPr="00224A79">
        <w:rPr>
          <w:rFonts w:ascii="Times New Roman" w:hAnsi="Times New Roman"/>
          <w:sz w:val="24"/>
          <w:szCs w:val="24"/>
        </w:rPr>
        <w:t>....</w:t>
      </w:r>
      <w:r w:rsidRPr="00224A79">
        <w:rPr>
          <w:rFonts w:ascii="Times New Roman" w:hAnsi="Times New Roman"/>
          <w:sz w:val="24"/>
          <w:szCs w:val="24"/>
        </w:rPr>
        <w:t>.</w:t>
      </w:r>
      <w:r w:rsidR="000C4189" w:rsidRPr="00224A79">
        <w:rPr>
          <w:rFonts w:ascii="Times New Roman" w:hAnsi="Times New Roman"/>
          <w:sz w:val="24"/>
          <w:szCs w:val="24"/>
        </w:rPr>
        <w:t>..................</w:t>
      </w:r>
      <w:r w:rsidRPr="00224A79">
        <w:rPr>
          <w:rFonts w:ascii="Times New Roman" w:hAnsi="Times New Roman"/>
          <w:sz w:val="24"/>
          <w:szCs w:val="24"/>
        </w:rPr>
        <w:t xml:space="preserve">.... (születési név: </w:t>
      </w:r>
      <w:r w:rsidR="000C4189" w:rsidRPr="00224A79">
        <w:rPr>
          <w:rFonts w:ascii="Times New Roman" w:hAnsi="Times New Roman"/>
          <w:sz w:val="24"/>
          <w:szCs w:val="24"/>
        </w:rPr>
        <w:t>…………….</w:t>
      </w:r>
      <w:r w:rsidRPr="00224A79">
        <w:rPr>
          <w:rFonts w:ascii="Times New Roman" w:hAnsi="Times New Roman"/>
          <w:sz w:val="24"/>
          <w:szCs w:val="24"/>
        </w:rPr>
        <w:t>………......................</w:t>
      </w:r>
      <w:r w:rsidR="000C4189" w:rsidRPr="00224A79">
        <w:rPr>
          <w:rFonts w:ascii="Times New Roman" w:hAnsi="Times New Roman"/>
          <w:sz w:val="24"/>
          <w:szCs w:val="24"/>
        </w:rPr>
        <w:t>....</w:t>
      </w:r>
      <w:r w:rsidRPr="00224A79">
        <w:rPr>
          <w:rFonts w:ascii="Times New Roman" w:hAnsi="Times New Roman"/>
          <w:sz w:val="24"/>
          <w:szCs w:val="24"/>
        </w:rPr>
        <w:t>., születési hely, idő</w:t>
      </w:r>
      <w:r w:rsidR="00C82384">
        <w:rPr>
          <w:rFonts w:ascii="Times New Roman" w:hAnsi="Times New Roman"/>
          <w:sz w:val="24"/>
          <w:szCs w:val="24"/>
        </w:rPr>
        <w:t xml:space="preserve"> </w:t>
      </w:r>
      <w:r w:rsidRPr="00224A79">
        <w:rPr>
          <w:rFonts w:ascii="Times New Roman" w:hAnsi="Times New Roman"/>
          <w:sz w:val="24"/>
          <w:szCs w:val="24"/>
        </w:rPr>
        <w:t>...............................</w:t>
      </w:r>
      <w:r w:rsidR="000C4189" w:rsidRPr="00224A79">
        <w:rPr>
          <w:rFonts w:ascii="Times New Roman" w:hAnsi="Times New Roman"/>
          <w:sz w:val="24"/>
          <w:szCs w:val="24"/>
        </w:rPr>
        <w:t>.......</w:t>
      </w:r>
      <w:r w:rsidRPr="00224A79">
        <w:rPr>
          <w:rFonts w:ascii="Times New Roman" w:hAnsi="Times New Roman"/>
          <w:sz w:val="24"/>
          <w:szCs w:val="24"/>
        </w:rPr>
        <w:t xml:space="preserve">......, </w:t>
      </w:r>
      <w:r w:rsidR="000C4189" w:rsidRPr="00224A79">
        <w:rPr>
          <w:rFonts w:ascii="Times New Roman" w:hAnsi="Times New Roman"/>
          <w:sz w:val="24"/>
          <w:szCs w:val="24"/>
        </w:rPr>
        <w:t>………..</w:t>
      </w:r>
      <w:r w:rsidRPr="00224A79">
        <w:rPr>
          <w:rFonts w:ascii="Times New Roman" w:hAnsi="Times New Roman"/>
          <w:sz w:val="24"/>
          <w:szCs w:val="24"/>
        </w:rPr>
        <w:t>.…., anyja neve: ….....……………...............</w:t>
      </w:r>
      <w:r w:rsidR="000C4189" w:rsidRPr="00224A79">
        <w:rPr>
          <w:rFonts w:ascii="Times New Roman" w:hAnsi="Times New Roman"/>
          <w:sz w:val="24"/>
          <w:szCs w:val="24"/>
        </w:rPr>
        <w:t>...........</w:t>
      </w:r>
      <w:r w:rsidRPr="00224A79">
        <w:rPr>
          <w:rFonts w:ascii="Times New Roman" w:hAnsi="Times New Roman"/>
          <w:sz w:val="24"/>
          <w:szCs w:val="24"/>
        </w:rPr>
        <w:t>.) …………………………………..................</w:t>
      </w:r>
      <w:r w:rsidR="000C4189" w:rsidRPr="00224A79">
        <w:rPr>
          <w:rFonts w:ascii="Times New Roman" w:hAnsi="Times New Roman"/>
          <w:sz w:val="24"/>
          <w:szCs w:val="24"/>
        </w:rPr>
        <w:t>...........</w:t>
      </w:r>
      <w:r w:rsidRPr="00224A79">
        <w:rPr>
          <w:rFonts w:ascii="Times New Roman" w:hAnsi="Times New Roman"/>
          <w:sz w:val="24"/>
          <w:szCs w:val="24"/>
        </w:rPr>
        <w:t>................................................... szám alatti lakos, mint a ........................................................................................ nevű gyermek születési hely, idő..............................., …</w:t>
      </w:r>
      <w:r w:rsidR="000C4189" w:rsidRPr="00224A79">
        <w:rPr>
          <w:rFonts w:ascii="Times New Roman" w:hAnsi="Times New Roman"/>
          <w:sz w:val="24"/>
          <w:szCs w:val="24"/>
        </w:rPr>
        <w:t>……….</w:t>
      </w:r>
      <w:r w:rsidRPr="00224A79">
        <w:rPr>
          <w:rFonts w:ascii="Times New Roman" w:hAnsi="Times New Roman"/>
          <w:sz w:val="24"/>
          <w:szCs w:val="24"/>
        </w:rPr>
        <w:t>…....., anyja neve: …………......…………........................</w:t>
      </w:r>
      <w:r w:rsidR="000C4189" w:rsidRPr="00224A79">
        <w:rPr>
          <w:rFonts w:ascii="Times New Roman" w:hAnsi="Times New Roman"/>
          <w:sz w:val="24"/>
          <w:szCs w:val="24"/>
        </w:rPr>
        <w:t>.............</w:t>
      </w:r>
      <w:r w:rsidRPr="00224A79">
        <w:rPr>
          <w:rFonts w:ascii="Times New Roman" w:hAnsi="Times New Roman"/>
          <w:sz w:val="24"/>
          <w:szCs w:val="24"/>
        </w:rPr>
        <w:t>.),</w:t>
      </w:r>
    </w:p>
    <w:p w:rsidR="00CC57E1" w:rsidRPr="00224A79" w:rsidRDefault="00C842AC" w:rsidP="000C418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24A79">
        <w:rPr>
          <w:rFonts w:ascii="Times New Roman" w:hAnsi="Times New Roman"/>
          <w:sz w:val="24"/>
          <w:szCs w:val="24"/>
        </w:rPr>
        <w:t xml:space="preserve">szülője/más törvényes képviselője/gondviselője </w:t>
      </w:r>
      <w:r w:rsidRPr="00224A79">
        <w:rPr>
          <w:rFonts w:ascii="Times New Roman" w:hAnsi="Times New Roman"/>
          <w:i/>
          <w:iCs/>
          <w:sz w:val="24"/>
          <w:szCs w:val="24"/>
        </w:rPr>
        <w:t>(a megfelelő aláhúzandó)</w:t>
      </w:r>
      <w:r w:rsidRPr="00224A79">
        <w:rPr>
          <w:rFonts w:ascii="Times New Roman" w:hAnsi="Times New Roman"/>
          <w:sz w:val="24"/>
          <w:szCs w:val="24"/>
        </w:rPr>
        <w:t xml:space="preserve"> </w:t>
      </w:r>
      <w:r w:rsidR="002A2D95" w:rsidRPr="00224A79">
        <w:rPr>
          <w:rFonts w:ascii="Times New Roman" w:hAnsi="Times New Roman"/>
          <w:sz w:val="24"/>
          <w:szCs w:val="24"/>
          <w:shd w:val="clear" w:color="auto" w:fill="FFFFFF"/>
        </w:rPr>
        <w:t xml:space="preserve">kérem, hogy </w:t>
      </w:r>
      <w:r w:rsidR="002A2D95" w:rsidRPr="00224A7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1-es típusú diabétesszel élő gyermekem</w:t>
      </w:r>
      <w:r w:rsidR="002A2D95" w:rsidRPr="00224A79">
        <w:rPr>
          <w:rFonts w:ascii="Times New Roman" w:hAnsi="Times New Roman"/>
          <w:sz w:val="24"/>
          <w:szCs w:val="24"/>
          <w:shd w:val="clear" w:color="auto" w:fill="FFFFFF"/>
        </w:rPr>
        <w:t xml:space="preserve"> óvodai nevelésben való részvételének ideje alatt az Nkt. 62. § (1a) </w:t>
      </w:r>
      <w:r w:rsidR="008117F3">
        <w:rPr>
          <w:rFonts w:ascii="Times New Roman" w:hAnsi="Times New Roman"/>
          <w:sz w:val="24"/>
          <w:szCs w:val="24"/>
          <w:shd w:val="clear" w:color="auto" w:fill="FFFFFF"/>
        </w:rPr>
        <w:t xml:space="preserve">és az </w:t>
      </w:r>
      <w:r w:rsidR="008117F3" w:rsidRPr="008117F3">
        <w:rPr>
          <w:rFonts w:ascii="Times New Roman" w:hAnsi="Times New Roman"/>
          <w:sz w:val="24"/>
          <w:szCs w:val="24"/>
          <w:shd w:val="clear" w:color="auto" w:fill="FFFFFF"/>
        </w:rPr>
        <w:t>Eütv.</w:t>
      </w:r>
      <w:r w:rsidR="008117F3" w:rsidRPr="008117F3">
        <w:rPr>
          <w:rFonts w:ascii="Times New Roman" w:hAnsi="Times New Roman"/>
          <w:color w:val="474747"/>
          <w:sz w:val="24"/>
          <w:szCs w:val="24"/>
          <w:shd w:val="clear" w:color="auto" w:fill="FFFFFF"/>
        </w:rPr>
        <w:t>15. § (5)</w:t>
      </w:r>
      <w:r w:rsidR="008117F3">
        <w:rPr>
          <w:rFonts w:ascii="Fira Sans" w:hAnsi="Fira Sans"/>
          <w:b/>
          <w:bCs/>
          <w:color w:val="474747"/>
          <w:sz w:val="27"/>
          <w:szCs w:val="27"/>
          <w:shd w:val="clear" w:color="auto" w:fill="FFFFFF"/>
        </w:rPr>
        <w:t xml:space="preserve"> </w:t>
      </w:r>
      <w:r w:rsidR="002A2D95" w:rsidRPr="00224A79">
        <w:rPr>
          <w:rFonts w:ascii="Times New Roman" w:hAnsi="Times New Roman"/>
          <w:sz w:val="24"/>
          <w:szCs w:val="24"/>
          <w:shd w:val="clear" w:color="auto" w:fill="FFFFFF"/>
        </w:rPr>
        <w:t>bekezdésében biztosított eljárásnak megfelelően</w:t>
      </w:r>
      <w:r w:rsidR="008117F3">
        <w:rPr>
          <w:rFonts w:ascii="Times New Roman" w:hAnsi="Times New Roman"/>
          <w:sz w:val="24"/>
          <w:szCs w:val="24"/>
          <w:shd w:val="clear" w:color="auto" w:fill="FFFFFF"/>
        </w:rPr>
        <w:t xml:space="preserve"> 20…</w:t>
      </w:r>
      <w:r w:rsidR="000C4189" w:rsidRPr="00224A79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2A2D95" w:rsidRPr="00224A7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117F3">
        <w:rPr>
          <w:rFonts w:ascii="Times New Roman" w:hAnsi="Times New Roman"/>
          <w:sz w:val="24"/>
          <w:szCs w:val="24"/>
          <w:shd w:val="clear" w:color="auto" w:fill="FFFFFF"/>
        </w:rPr>
        <w:t>………………..</w:t>
      </w:r>
      <w:r w:rsidR="002A2D95" w:rsidRPr="00224A79">
        <w:rPr>
          <w:rFonts w:ascii="Times New Roman" w:hAnsi="Times New Roman"/>
          <w:sz w:val="24"/>
          <w:szCs w:val="24"/>
          <w:shd w:val="clear" w:color="auto" w:fill="FFFFFF"/>
        </w:rPr>
        <w:t>-től a kérelmemhez csatolt ……………………………………</w:t>
      </w:r>
      <w:r w:rsidR="000C4189" w:rsidRPr="00224A79">
        <w:rPr>
          <w:rFonts w:ascii="Times New Roman" w:hAnsi="Times New Roman"/>
          <w:sz w:val="24"/>
          <w:szCs w:val="24"/>
          <w:shd w:val="clear" w:color="auto" w:fill="FFFFFF"/>
        </w:rPr>
        <w:t>………</w:t>
      </w:r>
      <w:r w:rsidR="002A2D95" w:rsidRPr="00224A79">
        <w:rPr>
          <w:rFonts w:ascii="Times New Roman" w:hAnsi="Times New Roman"/>
          <w:sz w:val="24"/>
          <w:szCs w:val="24"/>
          <w:shd w:val="clear" w:color="auto" w:fill="FFFFFF"/>
        </w:rPr>
        <w:t xml:space="preserve">…. egészségügyi intézmény által kiadott és az abban megfogalmazott szakmai iránymutatás alapján gyermekem számára az előírt speciális ellátásról gondoskodni szíveskedjen. </w:t>
      </w:r>
    </w:p>
    <w:p w:rsidR="00C842AC" w:rsidRPr="00224A79" w:rsidRDefault="00C842AC" w:rsidP="000C418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24A79">
        <w:rPr>
          <w:rFonts w:ascii="Times New Roman" w:hAnsi="Times New Roman"/>
          <w:sz w:val="24"/>
          <w:szCs w:val="24"/>
        </w:rPr>
        <w:t>Dátum: ................................................</w:t>
      </w:r>
    </w:p>
    <w:p w:rsidR="00C842AC" w:rsidRPr="00224A79" w:rsidRDefault="00C842AC" w:rsidP="000C418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842AC" w:rsidRPr="00224A79" w:rsidRDefault="00C842AC" w:rsidP="00B763DA">
      <w:pPr>
        <w:shd w:val="clear" w:color="auto" w:fill="FFFFFF"/>
        <w:spacing w:after="0" w:line="360" w:lineRule="auto"/>
        <w:ind w:left="3828"/>
        <w:jc w:val="center"/>
        <w:rPr>
          <w:rFonts w:ascii="Times New Roman" w:hAnsi="Times New Roman"/>
          <w:sz w:val="24"/>
          <w:szCs w:val="24"/>
        </w:rPr>
      </w:pPr>
      <w:r w:rsidRPr="00224A79">
        <w:rPr>
          <w:rFonts w:ascii="Times New Roman" w:hAnsi="Times New Roman"/>
          <w:sz w:val="24"/>
          <w:szCs w:val="24"/>
        </w:rPr>
        <w:t>......................................................................................</w:t>
      </w:r>
      <w:r w:rsidRPr="00224A79">
        <w:rPr>
          <w:rFonts w:ascii="Times New Roman" w:hAnsi="Times New Roman"/>
          <w:sz w:val="24"/>
          <w:szCs w:val="24"/>
        </w:rPr>
        <w:br/>
        <w:t>szülő (a gyermek törvényes képviselője)</w:t>
      </w:r>
    </w:p>
    <w:p w:rsidR="00C842AC" w:rsidRPr="00224A79" w:rsidRDefault="00C842AC" w:rsidP="00B763DA">
      <w:pPr>
        <w:shd w:val="clear" w:color="auto" w:fill="FFFFFF"/>
        <w:spacing w:after="0" w:line="360" w:lineRule="auto"/>
        <w:ind w:left="3828"/>
        <w:jc w:val="center"/>
        <w:rPr>
          <w:rFonts w:ascii="Times New Roman" w:hAnsi="Times New Roman"/>
          <w:sz w:val="24"/>
          <w:szCs w:val="24"/>
        </w:rPr>
      </w:pPr>
      <w:r w:rsidRPr="00224A79">
        <w:rPr>
          <w:rFonts w:ascii="Times New Roman" w:hAnsi="Times New Roman"/>
          <w:sz w:val="24"/>
          <w:szCs w:val="24"/>
        </w:rPr>
        <w:t>aláírása</w:t>
      </w:r>
    </w:p>
    <w:p w:rsidR="00743E92" w:rsidRPr="00224A79" w:rsidRDefault="00743E92" w:rsidP="000C4189">
      <w:pPr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C57E1" w:rsidRPr="00224A79" w:rsidRDefault="00CC57E1" w:rsidP="000C4189">
      <w:pPr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C57E1" w:rsidRPr="00224A79" w:rsidRDefault="002A2D95" w:rsidP="000C4189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117F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Kérelmem és egyben nyilatkozatomat</w:t>
      </w:r>
      <w:r w:rsidRPr="00224A79">
        <w:rPr>
          <w:rFonts w:ascii="Times New Roman" w:hAnsi="Times New Roman"/>
          <w:sz w:val="24"/>
          <w:szCs w:val="24"/>
          <w:shd w:val="clear" w:color="auto" w:fill="FFFFFF"/>
        </w:rPr>
        <w:t xml:space="preserve"> az Eütv. 15. § (5) bek. alapján tettem az alábbi két tanú együttes jelenlétében.</w:t>
      </w:r>
    </w:p>
    <w:p w:rsidR="00B763DA" w:rsidRPr="00224A79" w:rsidRDefault="00B763DA" w:rsidP="000C418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07C0D" w:rsidRPr="00224A79" w:rsidRDefault="00F07C0D" w:rsidP="00B763DA">
      <w:pPr>
        <w:tabs>
          <w:tab w:val="left" w:pos="609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24A79">
        <w:rPr>
          <w:rFonts w:ascii="Times New Roman" w:hAnsi="Times New Roman"/>
          <w:sz w:val="24"/>
          <w:szCs w:val="24"/>
        </w:rPr>
        <w:t>...................................................................</w:t>
      </w:r>
      <w:r w:rsidR="00B763DA" w:rsidRPr="00224A79">
        <w:rPr>
          <w:rFonts w:ascii="Times New Roman" w:hAnsi="Times New Roman"/>
          <w:sz w:val="24"/>
          <w:szCs w:val="24"/>
        </w:rPr>
        <w:tab/>
        <w:t>...................................................................</w:t>
      </w:r>
    </w:p>
    <w:p w:rsidR="00F07C0D" w:rsidRPr="00224A79" w:rsidRDefault="00F07C0D" w:rsidP="00B763DA">
      <w:pPr>
        <w:tabs>
          <w:tab w:val="left" w:pos="7230"/>
        </w:tabs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r w:rsidRPr="00224A79">
        <w:rPr>
          <w:rFonts w:ascii="Times New Roman" w:hAnsi="Times New Roman"/>
          <w:sz w:val="24"/>
          <w:szCs w:val="24"/>
        </w:rPr>
        <w:t>Tanú 1. aláírása</w:t>
      </w:r>
      <w:r w:rsidR="00B763DA" w:rsidRPr="00224A79">
        <w:rPr>
          <w:rFonts w:ascii="Times New Roman" w:hAnsi="Times New Roman"/>
          <w:sz w:val="24"/>
          <w:szCs w:val="24"/>
        </w:rPr>
        <w:tab/>
        <w:t>Tanú 2. aláírása</w:t>
      </w:r>
    </w:p>
    <w:p w:rsidR="00B763DA" w:rsidRPr="00224A79" w:rsidRDefault="00F07C0D" w:rsidP="00B763DA">
      <w:pPr>
        <w:tabs>
          <w:tab w:val="left" w:pos="6096"/>
        </w:tabs>
        <w:spacing w:after="120" w:line="240" w:lineRule="auto"/>
        <w:rPr>
          <w:rFonts w:ascii="Times New Roman" w:hAnsi="Times New Roman"/>
          <w:sz w:val="24"/>
          <w:szCs w:val="24"/>
        </w:rPr>
      </w:pPr>
      <w:r w:rsidRPr="00224A79">
        <w:rPr>
          <w:rFonts w:ascii="Times New Roman" w:hAnsi="Times New Roman"/>
          <w:sz w:val="24"/>
          <w:szCs w:val="24"/>
        </w:rPr>
        <w:t xml:space="preserve">Neve nyomtatott betűvel: </w:t>
      </w:r>
      <w:r w:rsidR="00B763DA" w:rsidRPr="00224A79">
        <w:rPr>
          <w:rFonts w:ascii="Times New Roman" w:hAnsi="Times New Roman"/>
          <w:sz w:val="24"/>
          <w:szCs w:val="24"/>
        </w:rPr>
        <w:tab/>
        <w:t xml:space="preserve">Neve nyomtatott betűvel: </w:t>
      </w:r>
    </w:p>
    <w:p w:rsidR="00F07C0D" w:rsidRPr="00224A79" w:rsidRDefault="00F07C0D" w:rsidP="00B763DA">
      <w:pPr>
        <w:tabs>
          <w:tab w:val="left" w:leader="dot" w:pos="4253"/>
          <w:tab w:val="left" w:pos="6096"/>
          <w:tab w:val="left" w:leader="dot" w:pos="1020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24A79">
        <w:rPr>
          <w:rFonts w:ascii="Times New Roman" w:hAnsi="Times New Roman"/>
          <w:sz w:val="24"/>
          <w:szCs w:val="24"/>
        </w:rPr>
        <w:tab/>
      </w:r>
      <w:r w:rsidR="00B763DA" w:rsidRPr="00224A79">
        <w:rPr>
          <w:rFonts w:ascii="Times New Roman" w:hAnsi="Times New Roman"/>
          <w:sz w:val="24"/>
          <w:szCs w:val="24"/>
        </w:rPr>
        <w:tab/>
      </w:r>
      <w:r w:rsidR="00B763DA" w:rsidRPr="00224A79">
        <w:rPr>
          <w:rFonts w:ascii="Times New Roman" w:hAnsi="Times New Roman"/>
          <w:sz w:val="24"/>
          <w:szCs w:val="24"/>
        </w:rPr>
        <w:tab/>
      </w:r>
    </w:p>
    <w:p w:rsidR="00B763DA" w:rsidRPr="00224A79" w:rsidRDefault="00F07C0D" w:rsidP="00B763DA">
      <w:pPr>
        <w:tabs>
          <w:tab w:val="left" w:pos="6096"/>
        </w:tabs>
        <w:spacing w:after="120" w:line="240" w:lineRule="auto"/>
        <w:rPr>
          <w:rFonts w:ascii="Times New Roman" w:hAnsi="Times New Roman"/>
          <w:sz w:val="24"/>
          <w:szCs w:val="24"/>
        </w:rPr>
      </w:pPr>
      <w:r w:rsidRPr="00224A79">
        <w:rPr>
          <w:rFonts w:ascii="Times New Roman" w:hAnsi="Times New Roman"/>
          <w:sz w:val="24"/>
          <w:szCs w:val="24"/>
        </w:rPr>
        <w:t xml:space="preserve">Lakcíme: </w:t>
      </w:r>
      <w:r w:rsidR="00B763DA" w:rsidRPr="00224A79">
        <w:rPr>
          <w:rFonts w:ascii="Times New Roman" w:hAnsi="Times New Roman"/>
          <w:sz w:val="24"/>
          <w:szCs w:val="24"/>
        </w:rPr>
        <w:tab/>
        <w:t xml:space="preserve">Lakcíme: </w:t>
      </w:r>
    </w:p>
    <w:p w:rsidR="00F07C0D" w:rsidRPr="00224A79" w:rsidRDefault="00F07C0D" w:rsidP="00224A79">
      <w:pPr>
        <w:tabs>
          <w:tab w:val="left" w:leader="dot" w:pos="4253"/>
          <w:tab w:val="left" w:pos="6096"/>
          <w:tab w:val="left" w:leader="dot" w:pos="10206"/>
        </w:tabs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224A79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B763DA" w:rsidRPr="00224A79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224A79" w:rsidRPr="00224A79">
        <w:rPr>
          <w:rFonts w:ascii="Times New Roman" w:hAnsi="Times New Roman"/>
          <w:sz w:val="24"/>
          <w:szCs w:val="24"/>
          <w:shd w:val="clear" w:color="auto" w:fill="FFFFFF"/>
        </w:rPr>
        <w:tab/>
      </w:r>
    </w:p>
    <w:p w:rsidR="00F07C0D" w:rsidRPr="00224A79" w:rsidRDefault="00F07C0D" w:rsidP="000C4189">
      <w:pPr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07C0D" w:rsidRPr="00224A79" w:rsidRDefault="00F07C0D" w:rsidP="000C4189">
      <w:pPr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F07C0D" w:rsidRPr="00224A79" w:rsidSect="00AC23CC">
      <w:pgSz w:w="11906" w:h="16838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680" w:rsidRDefault="00F14680">
      <w:pPr>
        <w:spacing w:after="0" w:line="240" w:lineRule="auto"/>
      </w:pPr>
      <w:r>
        <w:separator/>
      </w:r>
    </w:p>
  </w:endnote>
  <w:endnote w:type="continuationSeparator" w:id="0">
    <w:p w:rsidR="00F14680" w:rsidRDefault="00F1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680" w:rsidRDefault="00F1468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14680" w:rsidRDefault="00F146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7E1"/>
    <w:rsid w:val="00053C0E"/>
    <w:rsid w:val="000C4189"/>
    <w:rsid w:val="0011439D"/>
    <w:rsid w:val="00184949"/>
    <w:rsid w:val="00224A79"/>
    <w:rsid w:val="002A2D95"/>
    <w:rsid w:val="00393828"/>
    <w:rsid w:val="003A1D74"/>
    <w:rsid w:val="004202F7"/>
    <w:rsid w:val="0073128E"/>
    <w:rsid w:val="00743E92"/>
    <w:rsid w:val="00795121"/>
    <w:rsid w:val="008117F3"/>
    <w:rsid w:val="008A76BF"/>
    <w:rsid w:val="008D4FA3"/>
    <w:rsid w:val="00A221B3"/>
    <w:rsid w:val="00A3269B"/>
    <w:rsid w:val="00AC23CC"/>
    <w:rsid w:val="00B763DA"/>
    <w:rsid w:val="00BE5D4D"/>
    <w:rsid w:val="00C82384"/>
    <w:rsid w:val="00C842AC"/>
    <w:rsid w:val="00CC57E1"/>
    <w:rsid w:val="00EB7558"/>
    <w:rsid w:val="00F07C0D"/>
    <w:rsid w:val="00F1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86210412-08FF-4673-8A8E-C25D83986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autoSpaceDN w:val="0"/>
      <w:spacing w:after="160" w:line="242" w:lineRule="auto"/>
      <w:textAlignment w:val="baseline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07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Margó Bertók</dc:creator>
  <cp:keywords/>
  <dc:description/>
  <cp:lastModifiedBy>Szvoboda Lászlóné</cp:lastModifiedBy>
  <cp:revision>2</cp:revision>
  <dcterms:created xsi:type="dcterms:W3CDTF">2024-08-13T09:59:00Z</dcterms:created>
  <dcterms:modified xsi:type="dcterms:W3CDTF">2024-08-13T09:59:00Z</dcterms:modified>
</cp:coreProperties>
</file>