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156" w:rsidRDefault="00237156" w:rsidP="0023715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CSONGRÁDI ÓVODÁK IGAZGATÓSÁGA</w:t>
      </w:r>
    </w:p>
    <w:p w:rsidR="00237156" w:rsidRDefault="002921A3" w:rsidP="0023715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D5A10">
        <w:rPr>
          <w:rFonts w:ascii="Times New Roman" w:hAnsi="Times New Roman"/>
          <w:b/>
          <w:bCs/>
          <w:sz w:val="24"/>
          <w:szCs w:val="24"/>
        </w:rPr>
        <w:t>Szervezeti és Működési Szabályzatának</w:t>
      </w:r>
    </w:p>
    <w:p w:rsidR="00543236" w:rsidRPr="004D5A10" w:rsidRDefault="002921A3" w:rsidP="0023715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D5A10">
        <w:rPr>
          <w:rFonts w:ascii="Times New Roman" w:hAnsi="Times New Roman"/>
          <w:b/>
          <w:bCs/>
          <w:sz w:val="24"/>
          <w:szCs w:val="24"/>
        </w:rPr>
        <w:t>5. sz</w:t>
      </w:r>
      <w:r w:rsidR="00421E68" w:rsidRPr="004D5A10">
        <w:rPr>
          <w:rFonts w:ascii="Times New Roman" w:hAnsi="Times New Roman"/>
          <w:b/>
          <w:bCs/>
          <w:sz w:val="24"/>
          <w:szCs w:val="24"/>
        </w:rPr>
        <w:t>ámú</w:t>
      </w:r>
      <w:r w:rsidRPr="004D5A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21E68" w:rsidRPr="004D5A10">
        <w:rPr>
          <w:rFonts w:ascii="Times New Roman" w:hAnsi="Times New Roman"/>
          <w:b/>
          <w:bCs/>
          <w:sz w:val="24"/>
          <w:szCs w:val="24"/>
        </w:rPr>
        <w:t>függeléke</w:t>
      </w:r>
    </w:p>
    <w:p w:rsidR="00CE7E32" w:rsidRPr="004D5A10" w:rsidRDefault="00CE7E32" w:rsidP="00CE7E32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3236" w:rsidRPr="004D5A10" w:rsidRDefault="002921A3" w:rsidP="00CE7E3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D5A10">
        <w:rPr>
          <w:rFonts w:ascii="Times New Roman" w:hAnsi="Times New Roman"/>
          <w:b/>
          <w:bCs/>
          <w:sz w:val="24"/>
          <w:szCs w:val="24"/>
        </w:rPr>
        <w:t>MEGBÍZÁS</w:t>
      </w:r>
    </w:p>
    <w:p w:rsidR="00CE7E32" w:rsidRPr="004D5A10" w:rsidRDefault="00CE7E32" w:rsidP="00CE7E32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92824792"/>
      <w:r w:rsidRPr="004D5A10">
        <w:rPr>
          <w:rFonts w:ascii="Times New Roman" w:hAnsi="Times New Roman"/>
          <w:b/>
          <w:bCs/>
          <w:sz w:val="24"/>
          <w:szCs w:val="24"/>
        </w:rPr>
        <w:t xml:space="preserve">a diabéteszes gyermekek feladatellátására </w:t>
      </w:r>
    </w:p>
    <w:bookmarkEnd w:id="1"/>
    <w:p w:rsidR="00543236" w:rsidRPr="004D5A10" w:rsidRDefault="00543236" w:rsidP="00CE7E3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43236" w:rsidRPr="004D5A10" w:rsidRDefault="002921A3" w:rsidP="001927E5">
      <w:pPr>
        <w:pStyle w:val="NormlWeb"/>
        <w:spacing w:before="0" w:after="0" w:line="360" w:lineRule="auto"/>
        <w:jc w:val="both"/>
      </w:pPr>
      <w:r w:rsidRPr="004D5A10">
        <w:t xml:space="preserve">Alulírott </w:t>
      </w:r>
      <w:r w:rsidR="00CE7E32" w:rsidRPr="004D5A10">
        <w:t>……..</w:t>
      </w:r>
      <w:r w:rsidRPr="004D5A10">
        <w:t>……………</w:t>
      </w:r>
      <w:r w:rsidR="00CE7E32" w:rsidRPr="004D5A10">
        <w:t>………….</w:t>
      </w:r>
      <w:r w:rsidRPr="004D5A10">
        <w:t xml:space="preserve">……………………….. </w:t>
      </w:r>
      <w:r w:rsidR="001927E5" w:rsidRPr="00237156">
        <w:t>igazgató…</w:t>
      </w:r>
      <w:r w:rsidR="001927E5">
        <w:t>………</w:t>
      </w:r>
      <w:r w:rsidR="00CE7E32" w:rsidRPr="004D5A10">
        <w:t xml:space="preserve">(név) </w:t>
      </w:r>
      <w:r w:rsidRPr="004D5A10">
        <w:t>munkaköri leírásának mellékleteként (azzal együtt kezelve) megbízom …………………</w:t>
      </w:r>
      <w:r w:rsidR="004D5A10" w:rsidRPr="004D5A10">
        <w:t>…</w:t>
      </w:r>
      <w:r w:rsidRPr="004D5A10">
        <w:t xml:space="preserve">……………………….. (név) </w:t>
      </w:r>
      <w:r w:rsidRPr="00897C86">
        <w:rPr>
          <w:i/>
          <w:iCs/>
        </w:rPr>
        <w:t>óvodapedagógust, dajkát, pedagógiai asszisztenst</w:t>
      </w:r>
      <w:r w:rsidRPr="004D5A10">
        <w:rPr>
          <w:i/>
          <w:iCs/>
          <w:color w:val="FF0000"/>
        </w:rPr>
        <w:t xml:space="preserve"> </w:t>
      </w:r>
      <w:r w:rsidRPr="004D5A10">
        <w:rPr>
          <w:i/>
          <w:iCs/>
        </w:rPr>
        <w:t>a</w:t>
      </w:r>
      <w:r w:rsidRPr="004D5A10">
        <w:t>z Nkt. 62. § (</w:t>
      </w:r>
      <w:r w:rsidRPr="00237156">
        <w:t>1b)</w:t>
      </w:r>
      <w:r w:rsidR="001927E5" w:rsidRPr="00237156">
        <w:t>; (1g)</w:t>
      </w:r>
      <w:r w:rsidRPr="004D5A10">
        <w:t xml:space="preserve"> bekezdésének felhatalmazása, továbbá, ………………………………………. számú orvosi előírás alapján, a szülővel, (vagy törvényes</w:t>
      </w:r>
      <w:r w:rsidR="004D5A10" w:rsidRPr="004D5A10">
        <w:t xml:space="preserve"> </w:t>
      </w:r>
      <w:r w:rsidRPr="004D5A10">
        <w:t xml:space="preserve">képviselővel), a megadott kapcsolattartási módon egyeztetett, </w:t>
      </w:r>
      <w:r w:rsidR="004D5A10" w:rsidRPr="004D5A10">
        <w:t>……………………………………………………………………..</w:t>
      </w:r>
      <w:r w:rsidRPr="004D5A10">
        <w:t xml:space="preserve"> nevű kisgyermek számára a vércukorszint szükség szerinti mérését, valamint az orvosi szakvéleményben időközönként előírt, a szükséges mennyiségű inzulin beadását. </w:t>
      </w:r>
    </w:p>
    <w:p w:rsidR="004D5A10" w:rsidRPr="004D5A10" w:rsidRDefault="004D5A10" w:rsidP="00CE7E32">
      <w:pPr>
        <w:pStyle w:val="NormlWeb"/>
        <w:spacing w:before="0" w:after="0" w:line="360" w:lineRule="auto"/>
        <w:jc w:val="both"/>
      </w:pPr>
    </w:p>
    <w:p w:rsidR="00543236" w:rsidRPr="004D5A10" w:rsidRDefault="001927E5" w:rsidP="00CE7E32">
      <w:pPr>
        <w:pStyle w:val="NormlWeb"/>
        <w:spacing w:before="0" w:after="0" w:line="360" w:lineRule="auto"/>
        <w:jc w:val="both"/>
      </w:pPr>
      <w:r>
        <w:t xml:space="preserve">Dátum: </w:t>
      </w:r>
    </w:p>
    <w:p w:rsidR="00543236" w:rsidRPr="004D5A10" w:rsidRDefault="004D5A10" w:rsidP="004D5A10">
      <w:pPr>
        <w:pStyle w:val="NormlWeb"/>
        <w:spacing w:before="0" w:after="0" w:line="360" w:lineRule="auto"/>
        <w:ind w:left="1985"/>
        <w:jc w:val="both"/>
      </w:pPr>
      <w:r w:rsidRPr="004D5A10">
        <w:t>Ph</w:t>
      </w:r>
    </w:p>
    <w:p w:rsidR="00543236" w:rsidRPr="004D5A10" w:rsidRDefault="002921A3" w:rsidP="004D5A10">
      <w:pPr>
        <w:pStyle w:val="NormlWeb"/>
        <w:spacing w:before="0" w:after="0" w:line="360" w:lineRule="auto"/>
        <w:ind w:left="3969"/>
        <w:jc w:val="center"/>
      </w:pPr>
      <w:r w:rsidRPr="004D5A10">
        <w:t>…………………………………………………..</w:t>
      </w:r>
    </w:p>
    <w:p w:rsidR="004D5A10" w:rsidRPr="00237156" w:rsidRDefault="001927E5" w:rsidP="001927E5">
      <w:pPr>
        <w:spacing w:after="0" w:line="360" w:lineRule="auto"/>
        <w:ind w:left="2832"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237156">
        <w:rPr>
          <w:rFonts w:ascii="Times New Roman" w:hAnsi="Times New Roman"/>
          <w:b/>
          <w:bCs/>
          <w:sz w:val="24"/>
          <w:szCs w:val="24"/>
        </w:rPr>
        <w:t>igazgató</w:t>
      </w:r>
    </w:p>
    <w:p w:rsidR="00543236" w:rsidRPr="004D5A10" w:rsidRDefault="002921A3" w:rsidP="00CE7E32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D5A10">
        <w:rPr>
          <w:rFonts w:ascii="Times New Roman" w:hAnsi="Times New Roman"/>
          <w:b/>
          <w:bCs/>
          <w:sz w:val="24"/>
          <w:szCs w:val="24"/>
        </w:rPr>
        <w:t>NYILATKOZAT</w:t>
      </w:r>
    </w:p>
    <w:p w:rsidR="00543236" w:rsidRPr="004D5A10" w:rsidRDefault="00543236" w:rsidP="00CE7E3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237156" w:rsidRDefault="002921A3" w:rsidP="0023715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4D5A10">
        <w:rPr>
          <w:rFonts w:ascii="Times New Roman" w:hAnsi="Times New Roman"/>
          <w:sz w:val="24"/>
          <w:szCs w:val="24"/>
        </w:rPr>
        <w:t>Alulírott ……………</w:t>
      </w:r>
      <w:r w:rsidR="004D5A10" w:rsidRPr="004D5A10">
        <w:rPr>
          <w:rFonts w:ascii="Times New Roman" w:hAnsi="Times New Roman"/>
          <w:sz w:val="24"/>
          <w:szCs w:val="24"/>
        </w:rPr>
        <w:t>……………..</w:t>
      </w:r>
      <w:r w:rsidRPr="004D5A10">
        <w:rPr>
          <w:rFonts w:ascii="Times New Roman" w:hAnsi="Times New Roman"/>
          <w:sz w:val="24"/>
          <w:szCs w:val="24"/>
        </w:rPr>
        <w:t>………</w:t>
      </w:r>
      <w:r w:rsidR="004D5A10" w:rsidRPr="004D5A10">
        <w:rPr>
          <w:rFonts w:ascii="Times New Roman" w:hAnsi="Times New Roman"/>
          <w:sz w:val="24"/>
          <w:szCs w:val="24"/>
        </w:rPr>
        <w:t>…………..</w:t>
      </w:r>
      <w:r w:rsidRPr="004D5A10">
        <w:rPr>
          <w:rFonts w:ascii="Times New Roman" w:hAnsi="Times New Roman"/>
          <w:sz w:val="24"/>
          <w:szCs w:val="24"/>
        </w:rPr>
        <w:t>……………..</w:t>
      </w:r>
      <w:r w:rsidR="004D5A10" w:rsidRPr="004D5A10">
        <w:rPr>
          <w:rFonts w:ascii="Times New Roman" w:hAnsi="Times New Roman"/>
          <w:sz w:val="24"/>
          <w:szCs w:val="24"/>
        </w:rPr>
        <w:t>(név)</w:t>
      </w:r>
      <w:r w:rsidRPr="004D5A10">
        <w:rPr>
          <w:rFonts w:ascii="Times New Roman" w:hAnsi="Times New Roman"/>
          <w:sz w:val="24"/>
          <w:szCs w:val="24"/>
        </w:rPr>
        <w:t xml:space="preserve"> </w:t>
      </w:r>
      <w:r w:rsidRPr="00897C86">
        <w:rPr>
          <w:rFonts w:ascii="Times New Roman" w:hAnsi="Times New Roman"/>
          <w:i/>
          <w:iCs/>
          <w:sz w:val="24"/>
          <w:szCs w:val="24"/>
        </w:rPr>
        <w:t>óvodapedagógus, dajka, pedagógiai asszisztens</w:t>
      </w:r>
      <w:r w:rsidRPr="004D5A10">
        <w:rPr>
          <w:rFonts w:ascii="Times New Roman" w:hAnsi="Times New Roman"/>
          <w:i/>
          <w:iCs/>
          <w:color w:val="FF0000"/>
          <w:sz w:val="24"/>
          <w:szCs w:val="24"/>
        </w:rPr>
        <w:t xml:space="preserve"> </w:t>
      </w:r>
      <w:r w:rsidRPr="004D5A10">
        <w:rPr>
          <w:rFonts w:ascii="Times New Roman" w:hAnsi="Times New Roman"/>
          <w:sz w:val="24"/>
          <w:szCs w:val="24"/>
        </w:rPr>
        <w:t xml:space="preserve">nyilatkozom, hogy a megbízás szakszerű teljesítéséhez, az </w:t>
      </w:r>
      <w:r w:rsidRPr="004D5A1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1-es típusú diabétesszel élő gyermekek és családjaik életkörülményeinek további javításáról szóló 1144/2021. (III. 29.) Korm. határozat</w:t>
      </w:r>
      <w:r w:rsidR="004D5A10" w:rsidRPr="004D5A1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 </w:t>
      </w:r>
      <w:r w:rsidRPr="004D5A1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alapján az Oktatási Hivatal által szervezett szakmai továbbképzését elvégzem, melyről az igazolást bemutatom. Elvégzését követően az 1-es típusú diabétesszel élő gyermekek óvodákban, történő támogatását biztosítani tudom</w:t>
      </w:r>
      <w:r w:rsidR="001927E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és vállalom.</w:t>
      </w:r>
    </w:p>
    <w:p w:rsidR="00237156" w:rsidRDefault="00237156" w:rsidP="0023715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4D5A10" w:rsidRPr="00237156" w:rsidRDefault="00237156" w:rsidP="002371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Csongrád, …… év…………hónap…………nap</w:t>
      </w:r>
      <w:r w:rsidR="004D5A10" w:rsidRPr="004D5A10">
        <w:t xml:space="preserve">, </w:t>
      </w:r>
    </w:p>
    <w:p w:rsidR="00543236" w:rsidRPr="004D5A10" w:rsidRDefault="00543236" w:rsidP="00CE7E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4D5A10" w:rsidRPr="004D5A10" w:rsidRDefault="004D5A10" w:rsidP="004D5A10">
      <w:pPr>
        <w:pStyle w:val="NormlWeb"/>
        <w:spacing w:before="0" w:after="0" w:line="360" w:lineRule="auto"/>
        <w:ind w:left="3969"/>
        <w:jc w:val="center"/>
      </w:pPr>
      <w:r w:rsidRPr="004D5A10">
        <w:t>…………………………………………………..</w:t>
      </w:r>
    </w:p>
    <w:p w:rsidR="00543236" w:rsidRPr="00897C86" w:rsidRDefault="002921A3" w:rsidP="004D5A10">
      <w:pPr>
        <w:shd w:val="clear" w:color="auto" w:fill="FFFFFF"/>
        <w:spacing w:after="0" w:line="360" w:lineRule="auto"/>
        <w:ind w:left="4253"/>
        <w:jc w:val="center"/>
        <w:rPr>
          <w:rFonts w:ascii="Times New Roman" w:hAnsi="Times New Roman"/>
          <w:sz w:val="24"/>
          <w:szCs w:val="24"/>
        </w:rPr>
      </w:pPr>
      <w:r w:rsidRPr="00897C86">
        <w:rPr>
          <w:rFonts w:ascii="Times New Roman" w:hAnsi="Times New Roman"/>
          <w:i/>
          <w:iCs/>
          <w:sz w:val="24"/>
          <w:szCs w:val="24"/>
        </w:rPr>
        <w:t>óvodapedagógus, dajka, pedagógiai asszisztens</w:t>
      </w:r>
    </w:p>
    <w:sectPr w:rsidR="00543236" w:rsidRPr="00897C86" w:rsidSect="00470F95">
      <w:pgSz w:w="11906" w:h="16838"/>
      <w:pgMar w:top="1135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1BC" w:rsidRDefault="00AA21BC">
      <w:pPr>
        <w:spacing w:after="0" w:line="240" w:lineRule="auto"/>
      </w:pPr>
      <w:r>
        <w:separator/>
      </w:r>
    </w:p>
  </w:endnote>
  <w:endnote w:type="continuationSeparator" w:id="0">
    <w:p w:rsidR="00AA21BC" w:rsidRDefault="00AA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1BC" w:rsidRDefault="00AA21B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A21BC" w:rsidRDefault="00AA2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236"/>
    <w:rsid w:val="001927E5"/>
    <w:rsid w:val="00237156"/>
    <w:rsid w:val="002921A3"/>
    <w:rsid w:val="002A415C"/>
    <w:rsid w:val="003E20BB"/>
    <w:rsid w:val="00421E68"/>
    <w:rsid w:val="00470F95"/>
    <w:rsid w:val="004D5A10"/>
    <w:rsid w:val="00516188"/>
    <w:rsid w:val="00543236"/>
    <w:rsid w:val="005D5F6D"/>
    <w:rsid w:val="00650EF2"/>
    <w:rsid w:val="00667EC0"/>
    <w:rsid w:val="00897C86"/>
    <w:rsid w:val="009703FF"/>
    <w:rsid w:val="00A6666E"/>
    <w:rsid w:val="00AA21BC"/>
    <w:rsid w:val="00CE7711"/>
    <w:rsid w:val="00CE7E32"/>
    <w:rsid w:val="00F7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892AEEB-2C47-4F49-B3A4-D47447BB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autoSpaceDN w:val="0"/>
      <w:spacing w:after="160" w:line="251" w:lineRule="auto"/>
      <w:textAlignment w:val="baseline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9E2659DE-99A3-4F3F-821B-2CC629EC7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Margó Bertók</dc:creator>
  <cp:keywords/>
  <dc:description/>
  <cp:lastModifiedBy>Szvoboda Lászlóné</cp:lastModifiedBy>
  <cp:revision>2</cp:revision>
  <dcterms:created xsi:type="dcterms:W3CDTF">2024-08-13T09:58:00Z</dcterms:created>
  <dcterms:modified xsi:type="dcterms:W3CDTF">2024-08-13T09:58:00Z</dcterms:modified>
</cp:coreProperties>
</file>